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1B2A87D-F6EC-4C23-8E06-3A9D8E551319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